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76" w:rsidRDefault="00191776" w:rsidP="008A5257">
      <w:pPr>
        <w:framePr w:h="14261" w:hSpace="10080" w:vSpace="58" w:wrap="notBeside" w:vAnchor="text" w:hAnchor="page" w:x="1685" w:y="-170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8F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3.5pt;height:711pt;rotation:-90;visibility:visible">
            <v:imagedata r:id="rId4" o:title=""/>
          </v:shape>
        </w:pict>
      </w:r>
    </w:p>
    <w:p w:rsidR="00191776" w:rsidRDefault="00191776" w:rsidP="00CB38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191776" w:rsidRDefault="00191776"/>
    <w:sectPr w:rsidR="00191776" w:rsidSect="00CB38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8C6"/>
    <w:rsid w:val="00191776"/>
    <w:rsid w:val="005000C6"/>
    <w:rsid w:val="005478F6"/>
    <w:rsid w:val="005B59E3"/>
    <w:rsid w:val="008A5257"/>
    <w:rsid w:val="00A6674A"/>
    <w:rsid w:val="00CB38C6"/>
    <w:rsid w:val="00D3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8C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B3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38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0</Words>
  <Characters>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</cp:lastModifiedBy>
  <cp:revision>5</cp:revision>
  <dcterms:created xsi:type="dcterms:W3CDTF">2011-11-29T11:27:00Z</dcterms:created>
  <dcterms:modified xsi:type="dcterms:W3CDTF">2011-12-10T14:19:00Z</dcterms:modified>
</cp:coreProperties>
</file>