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8F6" w:rsidRDefault="001008F6">
      <w:pPr>
        <w:rPr>
          <w:lang w:val="en-US"/>
        </w:rPr>
      </w:pPr>
      <w:r w:rsidRPr="00E05EF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7.25pt;height:351pt;visibility:visible">
            <v:imagedata r:id="rId5" o:title=""/>
          </v:shape>
        </w:pict>
      </w:r>
      <w:r w:rsidRPr="00E05EFE">
        <w:rPr>
          <w:noProof/>
          <w:lang w:eastAsia="ru-RU"/>
        </w:rPr>
        <w:pict>
          <v:shape id="Рисунок 2" o:spid="_x0000_i1026" type="#_x0000_t75" style="width:467.25pt;height:351pt;visibility:visible">
            <v:imagedata r:id="rId6" o:title=""/>
          </v:shape>
        </w:pict>
      </w:r>
    </w:p>
    <w:p w:rsidR="001008F6" w:rsidRDefault="001008F6">
      <w:pPr>
        <w:rPr>
          <w:lang w:val="en-US"/>
        </w:rPr>
      </w:pPr>
    </w:p>
    <w:p w:rsidR="001008F6" w:rsidRPr="00792ACC" w:rsidRDefault="001008F6">
      <w:pPr>
        <w:rPr>
          <w:rFonts w:ascii="Times New Roman" w:hAnsi="Times New Roman"/>
        </w:rPr>
      </w:pPr>
      <w:r>
        <w:t xml:space="preserve"> </w:t>
      </w:r>
      <w:r w:rsidRPr="00792ACC">
        <w:rPr>
          <w:rFonts w:ascii="Times New Roman" w:hAnsi="Times New Roman"/>
        </w:rPr>
        <w:t>Участник: Светачева  А.Н.</w:t>
      </w:r>
    </w:p>
    <w:p w:rsidR="001008F6" w:rsidRDefault="001008F6" w:rsidP="001C2BA1">
      <w:r w:rsidRPr="00BD0FEF">
        <w:pict>
          <v:shape id="_x0000_i1027" type="#_x0000_t75" style="width:75pt;height:83.25pt">
            <v:imagedata r:id="rId7" o:title=""/>
          </v:shape>
        </w:pict>
      </w:r>
    </w:p>
    <w:p w:rsidR="001008F6" w:rsidRPr="00792ACC" w:rsidRDefault="001008F6" w:rsidP="001C2BA1">
      <w:pPr>
        <w:rPr>
          <w:rFonts w:ascii="Times New Roman" w:hAnsi="Times New Roman"/>
        </w:rPr>
      </w:pPr>
      <w:r w:rsidRPr="00792ACC">
        <w:rPr>
          <w:rFonts w:ascii="Times New Roman" w:hAnsi="Times New Roman"/>
        </w:rPr>
        <w:t>Ширинская СОШ № 4,7 класс</w:t>
      </w:r>
    </w:p>
    <w:p w:rsidR="001008F6" w:rsidRPr="00792ACC" w:rsidRDefault="001008F6" w:rsidP="001C2BA1">
      <w:pPr>
        <w:rPr>
          <w:rFonts w:ascii="Times New Roman" w:hAnsi="Times New Roman"/>
        </w:rPr>
      </w:pPr>
      <w:r w:rsidRPr="00792ACC">
        <w:rPr>
          <w:rFonts w:ascii="Times New Roman" w:hAnsi="Times New Roman"/>
        </w:rPr>
        <w:t>Учитель технологии: Карлова Ирина  Александровна.</w:t>
      </w:r>
    </w:p>
    <w:p w:rsidR="001008F6" w:rsidRPr="00BD0FEF" w:rsidRDefault="001008F6" w:rsidP="001C2BA1"/>
    <w:p w:rsidR="001008F6" w:rsidRDefault="001008F6" w:rsidP="001C2BA1">
      <w:pPr>
        <w:rPr>
          <w:rFonts w:ascii="Times New Roman" w:hAnsi="Times New Roman"/>
        </w:rPr>
      </w:pPr>
      <w:r w:rsidRPr="00792ACC">
        <w:rPr>
          <w:rFonts w:ascii="Times New Roman" w:hAnsi="Times New Roman"/>
        </w:rPr>
        <w:t>Команда «Дружные ребята»</w:t>
      </w:r>
    </w:p>
    <w:p w:rsidR="001008F6" w:rsidRDefault="001008F6" w:rsidP="00792ACC">
      <w:pPr>
        <w:rPr>
          <w:rFonts w:ascii="Times New Roman" w:hAnsi="Times New Roman"/>
        </w:rPr>
      </w:pPr>
      <w:r>
        <w:rPr>
          <w:rFonts w:ascii="Times New Roman" w:hAnsi="Times New Roman"/>
        </w:rPr>
        <w:t>По горизонтали:</w:t>
      </w:r>
    </w:p>
    <w:p w:rsidR="001008F6" w:rsidRDefault="001008F6" w:rsidP="00792AC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5.Мелкие кондитерские изделия округлой формы с гладкой блестящей поверхностью; имеют обычно начинку.</w:t>
      </w:r>
    </w:p>
    <w:p w:rsidR="001008F6" w:rsidRDefault="001008F6" w:rsidP="00792ACC">
      <w:pPr>
        <w:rPr>
          <w:rFonts w:ascii="Times New Roman" w:hAnsi="Times New Roman"/>
        </w:rPr>
      </w:pPr>
      <w:r>
        <w:rPr>
          <w:rFonts w:ascii="Times New Roman" w:hAnsi="Times New Roman"/>
        </w:rPr>
        <w:t>6. Что у чайника самое главное?</w:t>
      </w:r>
    </w:p>
    <w:p w:rsidR="001008F6" w:rsidRDefault="001008F6" w:rsidP="00792ACC">
      <w:pPr>
        <w:rPr>
          <w:rFonts w:ascii="Times New Roman" w:hAnsi="Times New Roman"/>
        </w:rPr>
      </w:pPr>
      <w:r>
        <w:rPr>
          <w:rFonts w:ascii="Times New Roman" w:hAnsi="Times New Roman"/>
        </w:rPr>
        <w:t>9. Родственница спагетти и вермишели</w:t>
      </w:r>
    </w:p>
    <w:p w:rsidR="001008F6" w:rsidRDefault="001008F6" w:rsidP="00792ACC">
      <w:pPr>
        <w:rPr>
          <w:rFonts w:ascii="Times New Roman" w:hAnsi="Times New Roman"/>
        </w:rPr>
      </w:pPr>
      <w:r>
        <w:rPr>
          <w:rFonts w:ascii="Times New Roman" w:hAnsi="Times New Roman"/>
        </w:rPr>
        <w:t>12. Сладкое студенистое кушанье</w:t>
      </w:r>
    </w:p>
    <w:p w:rsidR="001008F6" w:rsidRDefault="001008F6" w:rsidP="00792ACC">
      <w:pPr>
        <w:rPr>
          <w:rFonts w:ascii="Times New Roman" w:hAnsi="Times New Roman"/>
        </w:rPr>
      </w:pPr>
      <w:r>
        <w:rPr>
          <w:rFonts w:ascii="Times New Roman" w:hAnsi="Times New Roman"/>
        </w:rPr>
        <w:t>13.морепродукт</w:t>
      </w:r>
    </w:p>
    <w:p w:rsidR="001008F6" w:rsidRDefault="001008F6" w:rsidP="00792ACC">
      <w:pPr>
        <w:rPr>
          <w:rFonts w:ascii="Times New Roman" w:hAnsi="Times New Roman"/>
        </w:rPr>
      </w:pPr>
      <w:r>
        <w:rPr>
          <w:rFonts w:ascii="Times New Roman" w:hAnsi="Times New Roman"/>
        </w:rPr>
        <w:t>15. Бывает копчёное и соленое</w:t>
      </w:r>
    </w:p>
    <w:p w:rsidR="001008F6" w:rsidRDefault="001008F6" w:rsidP="00792ACC">
      <w:pPr>
        <w:rPr>
          <w:rFonts w:ascii="Times New Roman" w:hAnsi="Times New Roman"/>
        </w:rPr>
      </w:pPr>
      <w:r>
        <w:rPr>
          <w:rFonts w:ascii="Times New Roman" w:hAnsi="Times New Roman"/>
        </w:rPr>
        <w:t>16. Напиток, на гуще которого можно гадать.</w:t>
      </w:r>
    </w:p>
    <w:p w:rsidR="001008F6" w:rsidRDefault="001008F6" w:rsidP="00792ACC">
      <w:pPr>
        <w:rPr>
          <w:rFonts w:ascii="Times New Roman" w:hAnsi="Times New Roman"/>
        </w:rPr>
      </w:pPr>
      <w:r>
        <w:rPr>
          <w:rFonts w:ascii="Times New Roman" w:hAnsi="Times New Roman"/>
        </w:rPr>
        <w:t>18.Бидон с молоком на пальме</w:t>
      </w:r>
    </w:p>
    <w:p w:rsidR="001008F6" w:rsidRDefault="001008F6" w:rsidP="00792ACC">
      <w:pPr>
        <w:rPr>
          <w:rFonts w:ascii="Times New Roman" w:hAnsi="Times New Roman"/>
        </w:rPr>
      </w:pPr>
      <w:r>
        <w:rPr>
          <w:rFonts w:ascii="Times New Roman" w:hAnsi="Times New Roman"/>
        </w:rPr>
        <w:t>20.Добыча в чешуе</w:t>
      </w:r>
    </w:p>
    <w:p w:rsidR="001008F6" w:rsidRDefault="001008F6" w:rsidP="00792ACC">
      <w:pPr>
        <w:rPr>
          <w:rFonts w:ascii="Times New Roman" w:hAnsi="Times New Roman"/>
        </w:rPr>
      </w:pPr>
      <w:r>
        <w:rPr>
          <w:rFonts w:ascii="Times New Roman" w:hAnsi="Times New Roman"/>
        </w:rPr>
        <w:t>21. Курага в самом соку</w:t>
      </w:r>
    </w:p>
    <w:p w:rsidR="001008F6" w:rsidRDefault="001008F6" w:rsidP="00792ACC">
      <w:pPr>
        <w:rPr>
          <w:rFonts w:ascii="Times New Roman" w:hAnsi="Times New Roman"/>
        </w:rPr>
      </w:pPr>
      <w:r>
        <w:rPr>
          <w:rFonts w:ascii="Times New Roman" w:hAnsi="Times New Roman"/>
        </w:rPr>
        <w:t>24.Мука из обработанных зёрен овса</w:t>
      </w:r>
    </w:p>
    <w:p w:rsidR="001008F6" w:rsidRDefault="001008F6" w:rsidP="00792ACC">
      <w:pPr>
        <w:rPr>
          <w:rFonts w:ascii="Times New Roman" w:hAnsi="Times New Roman"/>
        </w:rPr>
      </w:pPr>
      <w:r>
        <w:rPr>
          <w:rFonts w:ascii="Times New Roman" w:hAnsi="Times New Roman"/>
        </w:rPr>
        <w:t>26. Вино из яблочного сада</w:t>
      </w:r>
    </w:p>
    <w:p w:rsidR="001008F6" w:rsidRDefault="001008F6" w:rsidP="00792ACC">
      <w:pPr>
        <w:rPr>
          <w:rFonts w:ascii="Times New Roman" w:hAnsi="Times New Roman"/>
        </w:rPr>
      </w:pPr>
      <w:r>
        <w:rPr>
          <w:rFonts w:ascii="Times New Roman" w:hAnsi="Times New Roman"/>
        </w:rPr>
        <w:t>27. Какой пирожок нашёл в энциклопедии крокодил Гена, ища имя своего друга.</w:t>
      </w:r>
    </w:p>
    <w:p w:rsidR="001008F6" w:rsidRDefault="001008F6" w:rsidP="00792ACC">
      <w:pPr>
        <w:rPr>
          <w:rFonts w:ascii="Times New Roman" w:hAnsi="Times New Roman"/>
        </w:rPr>
      </w:pPr>
      <w:r>
        <w:rPr>
          <w:rFonts w:ascii="Times New Roman" w:hAnsi="Times New Roman"/>
        </w:rPr>
        <w:t>28. «Манная…»</w:t>
      </w:r>
    </w:p>
    <w:p w:rsidR="001008F6" w:rsidRDefault="001008F6" w:rsidP="00792ACC">
      <w:pPr>
        <w:rPr>
          <w:rFonts w:ascii="Times New Roman" w:hAnsi="Times New Roman"/>
        </w:rPr>
      </w:pPr>
      <w:r>
        <w:rPr>
          <w:rFonts w:ascii="Times New Roman" w:hAnsi="Times New Roman"/>
        </w:rPr>
        <w:t>33. Пельмени из страны пиццы</w:t>
      </w:r>
    </w:p>
    <w:p w:rsidR="001008F6" w:rsidRDefault="001008F6" w:rsidP="00792ACC">
      <w:pPr>
        <w:rPr>
          <w:rFonts w:ascii="Times New Roman" w:hAnsi="Times New Roman"/>
        </w:rPr>
      </w:pPr>
      <w:r>
        <w:rPr>
          <w:rFonts w:ascii="Times New Roman" w:hAnsi="Times New Roman"/>
        </w:rPr>
        <w:t>34. Не груша, но люди кушать любят.</w:t>
      </w:r>
    </w:p>
    <w:p w:rsidR="001008F6" w:rsidRDefault="001008F6" w:rsidP="00792ACC">
      <w:pPr>
        <w:rPr>
          <w:rFonts w:ascii="Times New Roman" w:hAnsi="Times New Roman"/>
        </w:rPr>
      </w:pPr>
      <w:r>
        <w:rPr>
          <w:rFonts w:ascii="Times New Roman" w:hAnsi="Times New Roman"/>
        </w:rPr>
        <w:t>35. Жидкая закваска для теста.</w:t>
      </w:r>
    </w:p>
    <w:p w:rsidR="001008F6" w:rsidRDefault="001008F6" w:rsidP="00792ACC">
      <w:pPr>
        <w:rPr>
          <w:rFonts w:ascii="Times New Roman" w:hAnsi="Times New Roman"/>
        </w:rPr>
      </w:pPr>
      <w:r>
        <w:rPr>
          <w:rFonts w:ascii="Times New Roman" w:hAnsi="Times New Roman"/>
        </w:rPr>
        <w:t>37. Растёт в лесу, по имени животного.</w:t>
      </w:r>
    </w:p>
    <w:p w:rsidR="001008F6" w:rsidRDefault="001008F6" w:rsidP="00792ACC">
      <w:pPr>
        <w:rPr>
          <w:rFonts w:ascii="Times New Roman" w:hAnsi="Times New Roman"/>
        </w:rPr>
      </w:pPr>
      <w:r>
        <w:rPr>
          <w:rFonts w:ascii="Times New Roman" w:hAnsi="Times New Roman"/>
        </w:rPr>
        <w:t>38 Притомившиеся от огня овощи.</w:t>
      </w:r>
    </w:p>
    <w:p w:rsidR="001008F6" w:rsidRDefault="001008F6" w:rsidP="00792ACC">
      <w:pPr>
        <w:rPr>
          <w:rFonts w:ascii="Times New Roman" w:hAnsi="Times New Roman"/>
        </w:rPr>
      </w:pPr>
      <w:r>
        <w:rPr>
          <w:rFonts w:ascii="Times New Roman" w:hAnsi="Times New Roman"/>
        </w:rPr>
        <w:t>39. В нём просеивают жито.</w:t>
      </w:r>
    </w:p>
    <w:p w:rsidR="001008F6" w:rsidRDefault="001008F6" w:rsidP="00792ACC">
      <w:pPr>
        <w:rPr>
          <w:rFonts w:ascii="Times New Roman" w:hAnsi="Times New Roman"/>
        </w:rPr>
      </w:pPr>
      <w:r>
        <w:rPr>
          <w:rFonts w:ascii="Times New Roman" w:hAnsi="Times New Roman"/>
        </w:rPr>
        <w:t>По вертикали:</w:t>
      </w:r>
    </w:p>
    <w:p w:rsidR="001008F6" w:rsidRDefault="001008F6" w:rsidP="00730F4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Острый кавказский супчик.</w:t>
      </w:r>
    </w:p>
    <w:p w:rsidR="001008F6" w:rsidRDefault="001008F6" w:rsidP="00730F4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«Солнышко» в скорлупе</w:t>
      </w:r>
    </w:p>
    <w:p w:rsidR="001008F6" w:rsidRDefault="001008F6" w:rsidP="00730F4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Тропический плод, ассоциирующийся с рябчиком.</w:t>
      </w:r>
    </w:p>
    <w:p w:rsidR="001008F6" w:rsidRDefault="001008F6" w:rsidP="00730F4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Плёнка соединяющая икринки.</w:t>
      </w:r>
    </w:p>
    <w:p w:rsidR="001008F6" w:rsidRDefault="001008F6" w:rsidP="00730F47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7.Напиток богов.</w:t>
      </w:r>
    </w:p>
    <w:p w:rsidR="001008F6" w:rsidRDefault="001008F6" w:rsidP="00730F47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8. Лакомство под конец трапезы</w:t>
      </w:r>
    </w:p>
    <w:p w:rsidR="001008F6" w:rsidRDefault="001008F6" w:rsidP="00730F47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10. Тосты для бульона</w:t>
      </w:r>
    </w:p>
    <w:p w:rsidR="001008F6" w:rsidRDefault="001008F6" w:rsidP="00730F47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11.Деликатесное бедро борова.</w:t>
      </w:r>
    </w:p>
    <w:p w:rsidR="001008F6" w:rsidRDefault="001008F6" w:rsidP="00730F47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14.Диковинноет блюдо на праздничном столе.</w:t>
      </w:r>
    </w:p>
    <w:p w:rsidR="001008F6" w:rsidRDefault="001008F6" w:rsidP="00730F47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17. Так вкусно, что пальчики оближешь.</w:t>
      </w:r>
    </w:p>
    <w:p w:rsidR="001008F6" w:rsidRDefault="001008F6" w:rsidP="00730F47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19.Белокошанная или квашенная.</w:t>
      </w:r>
    </w:p>
    <w:p w:rsidR="001008F6" w:rsidRDefault="001008F6" w:rsidP="00DC25A4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22. Шоколадное дерево</w:t>
      </w:r>
    </w:p>
    <w:p w:rsidR="001008F6" w:rsidRDefault="001008F6" w:rsidP="00730F47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24.Разновидностями чего являются кабачок и патиссон?</w:t>
      </w:r>
    </w:p>
    <w:p w:rsidR="001008F6" w:rsidRDefault="001008F6" w:rsidP="00730F47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25.Фасоль под саперави.</w:t>
      </w:r>
    </w:p>
    <w:p w:rsidR="001008F6" w:rsidRDefault="001008F6" w:rsidP="00730F47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30.Кальценоситель с молоковоза.</w:t>
      </w:r>
    </w:p>
    <w:p w:rsidR="001008F6" w:rsidRDefault="001008F6" w:rsidP="00730F47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32. Сладкий молочный продукт.</w:t>
      </w:r>
    </w:p>
    <w:p w:rsidR="001008F6" w:rsidRDefault="001008F6" w:rsidP="00730F47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36. Селедка-Мелюзга.</w:t>
      </w:r>
    </w:p>
    <w:p w:rsidR="001008F6" w:rsidRDefault="001008F6" w:rsidP="00730F47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39.Его подружка-огородная петрушка.</w:t>
      </w:r>
    </w:p>
    <w:p w:rsidR="001008F6" w:rsidRDefault="001008F6" w:rsidP="00DC25A4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По горизонтали:                                       По вертикали:</w:t>
      </w:r>
    </w:p>
    <w:p w:rsidR="001008F6" w:rsidRDefault="001008F6" w:rsidP="00DC25A4">
      <w:pPr>
        <w:rPr>
          <w:rFonts w:ascii="Times New Roman" w:hAnsi="Times New Roman"/>
        </w:rPr>
      </w:pPr>
      <w:r>
        <w:rPr>
          <w:rFonts w:ascii="Times New Roman" w:hAnsi="Times New Roman"/>
        </w:rPr>
        <w:t>5.драже                                                               1.Харчо</w:t>
      </w:r>
    </w:p>
    <w:p w:rsidR="001008F6" w:rsidRDefault="001008F6" w:rsidP="00DC25A4">
      <w:pPr>
        <w:rPr>
          <w:rFonts w:ascii="Times New Roman" w:hAnsi="Times New Roman"/>
        </w:rPr>
      </w:pPr>
      <w:r>
        <w:rPr>
          <w:rFonts w:ascii="Times New Roman" w:hAnsi="Times New Roman"/>
        </w:rPr>
        <w:t>6.носик                                                                2.Желток</w:t>
      </w:r>
    </w:p>
    <w:p w:rsidR="001008F6" w:rsidRDefault="001008F6" w:rsidP="00DC25A4">
      <w:pPr>
        <w:tabs>
          <w:tab w:val="left" w:pos="4215"/>
        </w:tabs>
        <w:rPr>
          <w:rFonts w:ascii="Times New Roman" w:hAnsi="Times New Roman"/>
        </w:rPr>
      </w:pPr>
      <w:r>
        <w:rPr>
          <w:rFonts w:ascii="Times New Roman" w:hAnsi="Times New Roman"/>
        </w:rPr>
        <w:t>9.лапша</w:t>
      </w:r>
      <w:r>
        <w:rPr>
          <w:rFonts w:ascii="Times New Roman" w:hAnsi="Times New Roman"/>
        </w:rPr>
        <w:tab/>
        <w:t>3.Ананас</w:t>
      </w:r>
    </w:p>
    <w:p w:rsidR="001008F6" w:rsidRDefault="001008F6" w:rsidP="00DC25A4">
      <w:pPr>
        <w:tabs>
          <w:tab w:val="left" w:pos="4215"/>
        </w:tabs>
        <w:rPr>
          <w:rFonts w:ascii="Times New Roman" w:hAnsi="Times New Roman"/>
        </w:rPr>
      </w:pPr>
      <w:r>
        <w:rPr>
          <w:rFonts w:ascii="Times New Roman" w:hAnsi="Times New Roman"/>
        </w:rPr>
        <w:t>12.желе</w:t>
      </w:r>
      <w:r>
        <w:rPr>
          <w:rFonts w:ascii="Times New Roman" w:hAnsi="Times New Roman"/>
        </w:rPr>
        <w:tab/>
        <w:t>4.Ястык</w:t>
      </w:r>
    </w:p>
    <w:p w:rsidR="001008F6" w:rsidRDefault="001008F6" w:rsidP="00DC25A4">
      <w:pPr>
        <w:tabs>
          <w:tab w:val="center" w:pos="4677"/>
        </w:tabs>
        <w:rPr>
          <w:rFonts w:ascii="Times New Roman" w:hAnsi="Times New Roman"/>
        </w:rPr>
      </w:pPr>
      <w:r>
        <w:rPr>
          <w:rFonts w:ascii="Times New Roman" w:hAnsi="Times New Roman"/>
        </w:rPr>
        <w:t>13.раки</w:t>
      </w:r>
      <w:r>
        <w:rPr>
          <w:rFonts w:ascii="Times New Roman" w:hAnsi="Times New Roman"/>
        </w:rPr>
        <w:tab/>
        <w:t>7.Нектар</w:t>
      </w:r>
    </w:p>
    <w:p w:rsidR="001008F6" w:rsidRDefault="001008F6" w:rsidP="00DC25A4">
      <w:pPr>
        <w:tabs>
          <w:tab w:val="left" w:pos="4215"/>
        </w:tabs>
        <w:rPr>
          <w:rFonts w:ascii="Times New Roman" w:hAnsi="Times New Roman"/>
        </w:rPr>
      </w:pPr>
      <w:r>
        <w:rPr>
          <w:rFonts w:ascii="Times New Roman" w:hAnsi="Times New Roman"/>
        </w:rPr>
        <w:t>15.сало</w:t>
      </w:r>
      <w:r>
        <w:rPr>
          <w:rFonts w:ascii="Times New Roman" w:hAnsi="Times New Roman"/>
        </w:rPr>
        <w:tab/>
        <w:t>8.Десерт</w:t>
      </w:r>
    </w:p>
    <w:p w:rsidR="001008F6" w:rsidRDefault="001008F6" w:rsidP="00DC25A4">
      <w:pPr>
        <w:tabs>
          <w:tab w:val="center" w:pos="4677"/>
        </w:tabs>
        <w:rPr>
          <w:rFonts w:ascii="Times New Roman" w:hAnsi="Times New Roman"/>
        </w:rPr>
      </w:pPr>
      <w:r>
        <w:rPr>
          <w:rFonts w:ascii="Times New Roman" w:hAnsi="Times New Roman"/>
        </w:rPr>
        <w:t>16.кофе</w:t>
      </w:r>
      <w:r>
        <w:rPr>
          <w:rFonts w:ascii="Times New Roman" w:hAnsi="Times New Roman"/>
        </w:rPr>
        <w:tab/>
        <w:t>10.гренки</w:t>
      </w:r>
    </w:p>
    <w:p w:rsidR="001008F6" w:rsidRDefault="001008F6" w:rsidP="00DC25A4">
      <w:pPr>
        <w:tabs>
          <w:tab w:val="center" w:pos="4677"/>
        </w:tabs>
        <w:rPr>
          <w:rFonts w:ascii="Times New Roman" w:hAnsi="Times New Roman"/>
        </w:rPr>
      </w:pPr>
      <w:r>
        <w:rPr>
          <w:rFonts w:ascii="Times New Roman" w:hAnsi="Times New Roman"/>
        </w:rPr>
        <w:t>18.кокос</w:t>
      </w:r>
      <w:r>
        <w:rPr>
          <w:rFonts w:ascii="Times New Roman" w:hAnsi="Times New Roman"/>
        </w:rPr>
        <w:tab/>
        <w:t>11.Окорок</w:t>
      </w:r>
    </w:p>
    <w:p w:rsidR="001008F6" w:rsidRDefault="001008F6" w:rsidP="00DC25A4">
      <w:pPr>
        <w:tabs>
          <w:tab w:val="center" w:pos="4677"/>
        </w:tabs>
        <w:rPr>
          <w:rFonts w:ascii="Times New Roman" w:hAnsi="Times New Roman"/>
        </w:rPr>
      </w:pPr>
      <w:r>
        <w:rPr>
          <w:rFonts w:ascii="Times New Roman" w:hAnsi="Times New Roman"/>
        </w:rPr>
        <w:t>20.рыба</w:t>
      </w:r>
      <w:r>
        <w:rPr>
          <w:rFonts w:ascii="Times New Roman" w:hAnsi="Times New Roman"/>
        </w:rPr>
        <w:tab/>
        <w:t>14.Деликатес</w:t>
      </w:r>
    </w:p>
    <w:p w:rsidR="001008F6" w:rsidRDefault="001008F6" w:rsidP="00DC25A4">
      <w:pPr>
        <w:tabs>
          <w:tab w:val="left" w:pos="4065"/>
        </w:tabs>
        <w:rPr>
          <w:rFonts w:ascii="Times New Roman" w:hAnsi="Times New Roman"/>
        </w:rPr>
      </w:pPr>
      <w:r>
        <w:rPr>
          <w:rFonts w:ascii="Times New Roman" w:hAnsi="Times New Roman"/>
        </w:rPr>
        <w:t>21.абрикос</w:t>
      </w:r>
      <w:r>
        <w:rPr>
          <w:rFonts w:ascii="Times New Roman" w:hAnsi="Times New Roman"/>
        </w:rPr>
        <w:tab/>
        <w:t>17.Объядение</w:t>
      </w:r>
    </w:p>
    <w:p w:rsidR="001008F6" w:rsidRDefault="001008F6" w:rsidP="00DC25A4">
      <w:pPr>
        <w:tabs>
          <w:tab w:val="left" w:pos="4065"/>
        </w:tabs>
        <w:rPr>
          <w:rFonts w:ascii="Times New Roman" w:hAnsi="Times New Roman"/>
        </w:rPr>
      </w:pPr>
      <w:r>
        <w:rPr>
          <w:rFonts w:ascii="Times New Roman" w:hAnsi="Times New Roman"/>
        </w:rPr>
        <w:t>24.толокно</w:t>
      </w:r>
      <w:r>
        <w:rPr>
          <w:rFonts w:ascii="Times New Roman" w:hAnsi="Times New Roman"/>
        </w:rPr>
        <w:tab/>
        <w:t>19.Сочни</w:t>
      </w:r>
    </w:p>
    <w:p w:rsidR="001008F6" w:rsidRDefault="001008F6" w:rsidP="00DC25A4">
      <w:pPr>
        <w:tabs>
          <w:tab w:val="left" w:pos="4065"/>
        </w:tabs>
        <w:rPr>
          <w:rFonts w:ascii="Times New Roman" w:hAnsi="Times New Roman"/>
        </w:rPr>
      </w:pPr>
      <w:r>
        <w:rPr>
          <w:rFonts w:ascii="Times New Roman" w:hAnsi="Times New Roman"/>
        </w:rPr>
        <w:t>26.сидр</w:t>
      </w:r>
      <w:r>
        <w:rPr>
          <w:rFonts w:ascii="Times New Roman" w:hAnsi="Times New Roman"/>
        </w:rPr>
        <w:tab/>
        <w:t>22.Какао</w:t>
      </w:r>
    </w:p>
    <w:p w:rsidR="001008F6" w:rsidRDefault="001008F6" w:rsidP="00DC25A4">
      <w:pPr>
        <w:tabs>
          <w:tab w:val="left" w:pos="4065"/>
        </w:tabs>
        <w:rPr>
          <w:rFonts w:ascii="Times New Roman" w:hAnsi="Times New Roman"/>
        </w:rPr>
      </w:pPr>
      <w:r>
        <w:rPr>
          <w:rFonts w:ascii="Times New Roman" w:hAnsi="Times New Roman"/>
        </w:rPr>
        <w:t>27.чебурек</w:t>
      </w:r>
      <w:r>
        <w:rPr>
          <w:rFonts w:ascii="Times New Roman" w:hAnsi="Times New Roman"/>
        </w:rPr>
        <w:tab/>
        <w:t>24.Тыква</w:t>
      </w:r>
    </w:p>
    <w:p w:rsidR="001008F6" w:rsidRDefault="001008F6" w:rsidP="00DC25A4">
      <w:pPr>
        <w:tabs>
          <w:tab w:val="left" w:pos="4065"/>
        </w:tabs>
        <w:rPr>
          <w:rFonts w:ascii="Times New Roman" w:hAnsi="Times New Roman"/>
        </w:rPr>
      </w:pPr>
      <w:r>
        <w:rPr>
          <w:rFonts w:ascii="Times New Roman" w:hAnsi="Times New Roman"/>
        </w:rPr>
        <w:t>28.каша</w:t>
      </w:r>
      <w:r>
        <w:rPr>
          <w:rFonts w:ascii="Times New Roman" w:hAnsi="Times New Roman"/>
        </w:rPr>
        <w:tab/>
        <w:t>25.Лобио</w:t>
      </w:r>
    </w:p>
    <w:p w:rsidR="001008F6" w:rsidRDefault="001008F6" w:rsidP="00DC25A4">
      <w:pPr>
        <w:tabs>
          <w:tab w:val="left" w:pos="4065"/>
        </w:tabs>
        <w:rPr>
          <w:rFonts w:ascii="Times New Roman" w:hAnsi="Times New Roman"/>
        </w:rPr>
      </w:pPr>
      <w:r>
        <w:rPr>
          <w:rFonts w:ascii="Times New Roman" w:hAnsi="Times New Roman"/>
        </w:rPr>
        <w:t>33.равиоли</w:t>
      </w:r>
      <w:r>
        <w:rPr>
          <w:rFonts w:ascii="Times New Roman" w:hAnsi="Times New Roman"/>
        </w:rPr>
        <w:tab/>
        <w:t>30.Творог</w:t>
      </w:r>
    </w:p>
    <w:p w:rsidR="001008F6" w:rsidRDefault="001008F6" w:rsidP="00DC25A4">
      <w:pPr>
        <w:tabs>
          <w:tab w:val="left" w:pos="4065"/>
        </w:tabs>
        <w:rPr>
          <w:rFonts w:ascii="Times New Roman" w:hAnsi="Times New Roman"/>
        </w:rPr>
      </w:pPr>
      <w:r>
        <w:rPr>
          <w:rFonts w:ascii="Times New Roman" w:hAnsi="Times New Roman"/>
        </w:rPr>
        <w:t>34.авокадо</w:t>
      </w:r>
      <w:r>
        <w:rPr>
          <w:rFonts w:ascii="Times New Roman" w:hAnsi="Times New Roman"/>
        </w:rPr>
        <w:tab/>
        <w:t>32.Йогурт</w:t>
      </w:r>
    </w:p>
    <w:p w:rsidR="001008F6" w:rsidRDefault="001008F6" w:rsidP="00DC25A4">
      <w:pPr>
        <w:tabs>
          <w:tab w:val="left" w:pos="4065"/>
        </w:tabs>
        <w:rPr>
          <w:rFonts w:ascii="Times New Roman" w:hAnsi="Times New Roman"/>
        </w:rPr>
      </w:pPr>
      <w:r>
        <w:rPr>
          <w:rFonts w:ascii="Times New Roman" w:hAnsi="Times New Roman"/>
        </w:rPr>
        <w:t>35.опара</w:t>
      </w:r>
      <w:r>
        <w:rPr>
          <w:rFonts w:ascii="Times New Roman" w:hAnsi="Times New Roman"/>
        </w:rPr>
        <w:tab/>
        <w:t>35.Огузок</w:t>
      </w:r>
    </w:p>
    <w:p w:rsidR="001008F6" w:rsidRDefault="001008F6" w:rsidP="00DC25A4">
      <w:pPr>
        <w:tabs>
          <w:tab w:val="left" w:pos="4065"/>
        </w:tabs>
        <w:rPr>
          <w:rFonts w:ascii="Times New Roman" w:hAnsi="Times New Roman"/>
        </w:rPr>
      </w:pPr>
      <w:r>
        <w:rPr>
          <w:rFonts w:ascii="Times New Roman" w:hAnsi="Times New Roman"/>
        </w:rPr>
        <w:t>37.гриб</w:t>
      </w:r>
      <w:r>
        <w:rPr>
          <w:rFonts w:ascii="Times New Roman" w:hAnsi="Times New Roman"/>
        </w:rPr>
        <w:tab/>
        <w:t>36.Анчоус</w:t>
      </w:r>
    </w:p>
    <w:p w:rsidR="001008F6" w:rsidRDefault="001008F6" w:rsidP="00DC25A4">
      <w:pPr>
        <w:tabs>
          <w:tab w:val="left" w:pos="4065"/>
        </w:tabs>
        <w:rPr>
          <w:rFonts w:ascii="Times New Roman" w:hAnsi="Times New Roman"/>
        </w:rPr>
      </w:pPr>
      <w:r>
        <w:rPr>
          <w:rFonts w:ascii="Times New Roman" w:hAnsi="Times New Roman"/>
        </w:rPr>
        <w:t>38. рагу</w:t>
      </w:r>
      <w:r>
        <w:rPr>
          <w:rFonts w:ascii="Times New Roman" w:hAnsi="Times New Roman"/>
        </w:rPr>
        <w:tab/>
        <w:t>39.Укроп</w:t>
      </w:r>
    </w:p>
    <w:p w:rsidR="001008F6" w:rsidRPr="00DC25A4" w:rsidRDefault="001008F6" w:rsidP="00DC25A4">
      <w:pPr>
        <w:rPr>
          <w:rFonts w:ascii="Times New Roman" w:hAnsi="Times New Roman"/>
        </w:rPr>
      </w:pPr>
      <w:r>
        <w:rPr>
          <w:rFonts w:ascii="Times New Roman" w:hAnsi="Times New Roman"/>
        </w:rPr>
        <w:t>39.сито</w:t>
      </w:r>
    </w:p>
    <w:sectPr w:rsidR="001008F6" w:rsidRPr="00DC25A4" w:rsidSect="00413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97879"/>
    <w:multiLevelType w:val="hybridMultilevel"/>
    <w:tmpl w:val="D5524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2BA1"/>
    <w:rsid w:val="00080EB5"/>
    <w:rsid w:val="000E5F77"/>
    <w:rsid w:val="001008F6"/>
    <w:rsid w:val="001C2BA1"/>
    <w:rsid w:val="0041301F"/>
    <w:rsid w:val="00431A42"/>
    <w:rsid w:val="004670E2"/>
    <w:rsid w:val="0052050B"/>
    <w:rsid w:val="00730F47"/>
    <w:rsid w:val="00792ACC"/>
    <w:rsid w:val="008E72DC"/>
    <w:rsid w:val="00BC219F"/>
    <w:rsid w:val="00BD0FEF"/>
    <w:rsid w:val="00BF74ED"/>
    <w:rsid w:val="00C81DFE"/>
    <w:rsid w:val="00DC25A4"/>
    <w:rsid w:val="00E05EFE"/>
    <w:rsid w:val="00EF2A4F"/>
    <w:rsid w:val="00F2402B"/>
    <w:rsid w:val="00FD6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01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C2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2BA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30F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4</Pages>
  <Words>295</Words>
  <Characters>1686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14</cp:revision>
  <dcterms:created xsi:type="dcterms:W3CDTF">2011-10-30T11:25:00Z</dcterms:created>
  <dcterms:modified xsi:type="dcterms:W3CDTF">2011-11-08T20:45:00Z</dcterms:modified>
</cp:coreProperties>
</file>