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CEC" w:rsidRDefault="00812CEC">
      <w:pPr>
        <w:rPr>
          <w:lang w:val="en-US"/>
        </w:rPr>
      </w:pPr>
      <w:r>
        <w:rPr>
          <w:noProof/>
          <w:lang w:eastAsia="ru-RU"/>
        </w:rPr>
      </w:r>
      <w:r w:rsidRPr="00CA2A19"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width:351pt;height:467.25pt;visibility:visible;mso-position-horizontal-relative:char;mso-position-vertical-relative:line">
            <v:imagedata r:id="rId5" o:title=""/>
            <w10:anchorlock/>
          </v:shape>
        </w:pict>
      </w:r>
    </w:p>
    <w:p w:rsidR="00812CEC" w:rsidRDefault="00812CEC">
      <w:pPr>
        <w:rPr>
          <w:lang w:val="en-US"/>
        </w:rPr>
      </w:pPr>
    </w:p>
    <w:p w:rsidR="00812CEC" w:rsidRDefault="00812CEC">
      <w:pPr>
        <w:rPr>
          <w:lang w:val="en-US"/>
        </w:rPr>
      </w:pPr>
      <w:r>
        <w:rPr>
          <w:noProof/>
          <w:lang w:eastAsia="ru-RU"/>
        </w:rPr>
      </w:r>
      <w:r w:rsidRPr="00837FDA">
        <w:rPr>
          <w:lang w:val="en-US"/>
        </w:rPr>
        <w:pict>
          <v:shape id="Рисунок 2" o:spid="_x0000_s1027" type="#_x0000_t75" style="width:351pt;height:467.25pt;visibility:visible;mso-position-horizontal-relative:char;mso-position-vertical-relative:line">
            <v:imagedata r:id="rId6" o:title=""/>
            <w10:anchorlock/>
          </v:shape>
        </w:pict>
      </w:r>
    </w:p>
    <w:p w:rsidR="00812CEC" w:rsidRDefault="00812CEC">
      <w:pPr>
        <w:rPr>
          <w:lang w:val="en-US"/>
        </w:rPr>
      </w:pPr>
    </w:p>
    <w:p w:rsidR="00812CEC" w:rsidRPr="003A0AB0" w:rsidRDefault="00812CEC" w:rsidP="00D12281">
      <w:pPr>
        <w:rPr>
          <w:rFonts w:ascii="Times New Roman" w:hAnsi="Times New Roman"/>
        </w:rPr>
      </w:pPr>
      <w:r w:rsidRPr="003A0AB0">
        <w:rPr>
          <w:rFonts w:ascii="Times New Roman" w:hAnsi="Times New Roman"/>
        </w:rPr>
        <w:t>Участник: Карлов Владислав Владимирович</w:t>
      </w:r>
    </w:p>
    <w:p w:rsidR="00812CEC" w:rsidRPr="003A0AB0" w:rsidRDefault="00812CEC" w:rsidP="00D12281">
      <w:pPr>
        <w:rPr>
          <w:rFonts w:ascii="Times New Roman" w:hAnsi="Times New Roman"/>
        </w:rPr>
      </w:pPr>
      <w:r w:rsidRPr="003A0AB0">
        <w:rPr>
          <w:rFonts w:ascii="Times New Roman" w:hAnsi="Times New Roman"/>
        </w:rPr>
        <w:t>Ширинская СОШ № 4 5 класс</w:t>
      </w:r>
    </w:p>
    <w:p w:rsidR="00812CEC" w:rsidRPr="003A0AB0" w:rsidRDefault="00812CEC" w:rsidP="00D12281">
      <w:pPr>
        <w:rPr>
          <w:rFonts w:ascii="Times New Roman" w:hAnsi="Times New Roman"/>
        </w:rPr>
      </w:pPr>
      <w:r w:rsidRPr="003A0AB0">
        <w:rPr>
          <w:rFonts w:ascii="Times New Roman" w:hAnsi="Times New Roman"/>
        </w:rPr>
        <w:t>Учитель технологии: Карлова Ирина  Александровна.</w:t>
      </w:r>
    </w:p>
    <w:p w:rsidR="00812CEC" w:rsidRDefault="00812CEC">
      <w:pPr>
        <w:rPr>
          <w:rFonts w:ascii="Times New Roman" w:hAnsi="Times New Roman"/>
        </w:rPr>
      </w:pPr>
      <w:r w:rsidRPr="003A0AB0">
        <w:rPr>
          <w:rFonts w:ascii="Times New Roman" w:hAnsi="Times New Roman"/>
        </w:rPr>
        <w:t>Команда «Дружные ребята»</w:t>
      </w:r>
    </w:p>
    <w:p w:rsidR="00812CEC" w:rsidRDefault="00812CEC" w:rsidP="003A0AB0">
      <w:pPr>
        <w:rPr>
          <w:rFonts w:ascii="Times New Roman" w:hAnsi="Times New Roman"/>
        </w:rPr>
      </w:pPr>
    </w:p>
    <w:p w:rsidR="00812CEC" w:rsidRDefault="00812CEC" w:rsidP="003A0AB0">
      <w:pPr>
        <w:rPr>
          <w:rFonts w:ascii="Times New Roman" w:hAnsi="Times New Roman"/>
        </w:rPr>
      </w:pPr>
      <w:r>
        <w:rPr>
          <w:rFonts w:ascii="Times New Roman" w:hAnsi="Times New Roman"/>
        </w:rPr>
        <w:t>По горизонтали:</w:t>
      </w:r>
    </w:p>
    <w:p w:rsidR="00812CEC" w:rsidRDefault="00812CEC" w:rsidP="003A0AB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Рубанок с зубчатым лезвием</w:t>
      </w:r>
    </w:p>
    <w:p w:rsidR="00812CEC" w:rsidRDefault="00812CEC" w:rsidP="003A0AB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Основное оборудованное рабочее место</w:t>
      </w:r>
    </w:p>
    <w:p w:rsidR="00812CEC" w:rsidRDefault="00812CEC" w:rsidP="003A0AB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Ручной столярный инструмент</w:t>
      </w:r>
    </w:p>
    <w:p w:rsidR="00812CEC" w:rsidRDefault="00812CEC" w:rsidP="003A0AB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Инструмент для рубки древесины</w:t>
      </w:r>
    </w:p>
    <w:p w:rsidR="00812CEC" w:rsidRDefault="00812CEC" w:rsidP="003A0AB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Самый грубый рубанок</w:t>
      </w:r>
    </w:p>
    <w:p w:rsidR="00812CEC" w:rsidRDefault="00812CEC" w:rsidP="003A0AB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Инструмент для зачистки гнёзд в деталях</w:t>
      </w:r>
    </w:p>
    <w:p w:rsidR="00812CEC" w:rsidRDefault="00812CEC" w:rsidP="003A0AB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Солярное изделие для хранения книг</w:t>
      </w:r>
    </w:p>
    <w:p w:rsidR="00812CEC" w:rsidRDefault="00812CEC" w:rsidP="003A0AB0">
      <w:pPr>
        <w:tabs>
          <w:tab w:val="left" w:pos="1530"/>
        </w:tabs>
      </w:pPr>
      <w:r>
        <w:tab/>
        <w:t>По вертикали:</w:t>
      </w:r>
    </w:p>
    <w:p w:rsidR="00812CEC" w:rsidRDefault="00812CEC" w:rsidP="003A0AB0">
      <w:pPr>
        <w:pStyle w:val="ListParagraph"/>
        <w:numPr>
          <w:ilvl w:val="0"/>
          <w:numId w:val="1"/>
        </w:numPr>
        <w:tabs>
          <w:tab w:val="left" w:pos="1530"/>
        </w:tabs>
      </w:pPr>
      <w:r>
        <w:t>Инструмент для гвоздей</w:t>
      </w:r>
    </w:p>
    <w:p w:rsidR="00812CEC" w:rsidRDefault="00812CEC" w:rsidP="003A0AB0">
      <w:pPr>
        <w:pStyle w:val="ListParagraph"/>
        <w:numPr>
          <w:ilvl w:val="0"/>
          <w:numId w:val="1"/>
        </w:numPr>
        <w:tabs>
          <w:tab w:val="left" w:pos="1530"/>
        </w:tabs>
      </w:pPr>
      <w:r>
        <w:t>Инструмент для пилки дерева.</w:t>
      </w:r>
    </w:p>
    <w:p w:rsidR="00812CEC" w:rsidRDefault="00812CEC" w:rsidP="003A0AB0">
      <w:pPr>
        <w:tabs>
          <w:tab w:val="left" w:pos="1530"/>
        </w:tabs>
      </w:pPr>
      <w:r>
        <w:t>По горизонтали:</w:t>
      </w:r>
    </w:p>
    <w:p w:rsidR="00812CEC" w:rsidRDefault="00812CEC" w:rsidP="003A0AB0">
      <w:pPr>
        <w:tabs>
          <w:tab w:val="left" w:pos="1530"/>
        </w:tabs>
      </w:pPr>
      <w:r>
        <w:t>1.Цинтрубель</w:t>
      </w:r>
    </w:p>
    <w:p w:rsidR="00812CEC" w:rsidRDefault="00812CEC" w:rsidP="003A0AB0">
      <w:pPr>
        <w:tabs>
          <w:tab w:val="left" w:pos="1530"/>
        </w:tabs>
      </w:pPr>
      <w:r>
        <w:t>2. верстак</w:t>
      </w:r>
    </w:p>
    <w:p w:rsidR="00812CEC" w:rsidRDefault="00812CEC" w:rsidP="003A0AB0">
      <w:pPr>
        <w:tabs>
          <w:tab w:val="left" w:pos="1530"/>
        </w:tabs>
      </w:pPr>
      <w:r>
        <w:t>3.рубанок</w:t>
      </w:r>
    </w:p>
    <w:p w:rsidR="00812CEC" w:rsidRDefault="00812CEC" w:rsidP="003A0AB0">
      <w:pPr>
        <w:tabs>
          <w:tab w:val="left" w:pos="1530"/>
        </w:tabs>
      </w:pPr>
      <w:r>
        <w:t>4.топор</w:t>
      </w:r>
    </w:p>
    <w:p w:rsidR="00812CEC" w:rsidRDefault="00812CEC" w:rsidP="003A0AB0">
      <w:pPr>
        <w:tabs>
          <w:tab w:val="left" w:pos="1530"/>
        </w:tabs>
      </w:pPr>
      <w:r>
        <w:t>5.заструг</w:t>
      </w:r>
    </w:p>
    <w:p w:rsidR="00812CEC" w:rsidRDefault="00812CEC" w:rsidP="003A0AB0">
      <w:pPr>
        <w:tabs>
          <w:tab w:val="left" w:pos="1530"/>
        </w:tabs>
      </w:pPr>
      <w:r>
        <w:t>6.стаместка</w:t>
      </w:r>
    </w:p>
    <w:p w:rsidR="00812CEC" w:rsidRDefault="00812CEC" w:rsidP="003A0AB0">
      <w:pPr>
        <w:tabs>
          <w:tab w:val="left" w:pos="1530"/>
        </w:tabs>
      </w:pPr>
      <w:r>
        <w:t>7.полка</w:t>
      </w:r>
    </w:p>
    <w:p w:rsidR="00812CEC" w:rsidRDefault="00812CEC" w:rsidP="003A0AB0">
      <w:pPr>
        <w:tabs>
          <w:tab w:val="left" w:pos="1530"/>
        </w:tabs>
      </w:pPr>
      <w:r>
        <w:t>По вертикали:</w:t>
      </w:r>
    </w:p>
    <w:p w:rsidR="00812CEC" w:rsidRDefault="00812CEC" w:rsidP="003A0AB0">
      <w:pPr>
        <w:tabs>
          <w:tab w:val="left" w:pos="1530"/>
        </w:tabs>
      </w:pPr>
      <w:r>
        <w:t>8.молоток</w:t>
      </w:r>
    </w:p>
    <w:p w:rsidR="00812CEC" w:rsidRPr="003A0AB0" w:rsidRDefault="00812CEC" w:rsidP="003A0AB0">
      <w:pPr>
        <w:tabs>
          <w:tab w:val="left" w:pos="1530"/>
        </w:tabs>
      </w:pPr>
      <w:r>
        <w:t>9.Ножовка</w:t>
      </w:r>
    </w:p>
    <w:sectPr w:rsidR="00812CEC" w:rsidRPr="003A0AB0" w:rsidSect="00C62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6670F"/>
    <w:multiLevelType w:val="hybridMultilevel"/>
    <w:tmpl w:val="F94A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281"/>
    <w:rsid w:val="000F4B10"/>
    <w:rsid w:val="00394E36"/>
    <w:rsid w:val="003A0AB0"/>
    <w:rsid w:val="00405896"/>
    <w:rsid w:val="004B5767"/>
    <w:rsid w:val="007215D2"/>
    <w:rsid w:val="007220E5"/>
    <w:rsid w:val="007D6A1B"/>
    <w:rsid w:val="00812CEC"/>
    <w:rsid w:val="00837FDA"/>
    <w:rsid w:val="00B8324B"/>
    <w:rsid w:val="00C3289D"/>
    <w:rsid w:val="00C6286B"/>
    <w:rsid w:val="00CA2A19"/>
    <w:rsid w:val="00D12281"/>
    <w:rsid w:val="00FB3121"/>
    <w:rsid w:val="00FE0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6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12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22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A0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3</Pages>
  <Words>93</Words>
  <Characters>533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12</cp:revision>
  <dcterms:created xsi:type="dcterms:W3CDTF">2011-10-30T11:35:00Z</dcterms:created>
  <dcterms:modified xsi:type="dcterms:W3CDTF">2011-11-08T20:35:00Z</dcterms:modified>
</cp:coreProperties>
</file>