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61" w:rsidRPr="00A5212B" w:rsidRDefault="00985861" w:rsidP="00A5212B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8.5pt;height:292.5pt">
            <v:imagedata r:id="rId5" o:title=""/>
          </v:shape>
        </w:pict>
      </w:r>
    </w:p>
    <w:p w:rsidR="00985861" w:rsidRPr="00582F78" w:rsidRDefault="00985861" w:rsidP="00582F78"/>
    <w:p w:rsidR="00985861" w:rsidRDefault="00985861" w:rsidP="00582F78">
      <w:pPr>
        <w:rPr>
          <w:rFonts w:ascii="Times New Roman" w:hAnsi="Times New Roman"/>
        </w:rPr>
      </w:pPr>
      <w:r>
        <w:rPr>
          <w:rFonts w:ascii="Times New Roman" w:hAnsi="Times New Roman"/>
        </w:rPr>
        <w:t>По горизонтали:</w:t>
      </w:r>
    </w:p>
    <w:p w:rsidR="00985861" w:rsidRDefault="00985861" w:rsidP="00F6598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Само с кулачек, красный бочок, потрогаешь –гладко, откусишь сладко.</w:t>
      </w:r>
    </w:p>
    <w:p w:rsidR="00985861" w:rsidRDefault="00985861" w:rsidP="00F6598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Круглый красный растёт на кусте. 3.Толста и желтокожа, всю жизнь проводит лёжа.</w:t>
      </w:r>
    </w:p>
    <w:p w:rsidR="00985861" w:rsidRDefault="00985861" w:rsidP="00F65981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4.Без чего не сваришь щи.</w:t>
      </w:r>
    </w:p>
    <w:p w:rsidR="00985861" w:rsidRDefault="00985861" w:rsidP="00F65981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5.Не корень ,а в земле; не хлеб ,а на столе.</w:t>
      </w:r>
    </w:p>
    <w:p w:rsidR="00985861" w:rsidRDefault="00985861" w:rsidP="00F65981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6.Все от взрослых до ребят с холодцом его едят.</w:t>
      </w:r>
    </w:p>
    <w:p w:rsidR="00985861" w:rsidRDefault="00985861" w:rsidP="00F65981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По вертикали:</w:t>
      </w:r>
    </w:p>
    <w:p w:rsidR="00985861" w:rsidRDefault="00985861" w:rsidP="00F65981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7.Бусы красные висят, из кустов на нас глядят, очень любят бусы эти дети, птицы и медведи.</w:t>
      </w:r>
    </w:p>
    <w:p w:rsidR="00985861" w:rsidRDefault="00985861" w:rsidP="00F65981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8.Его режешь и плачешь</w:t>
      </w:r>
    </w:p>
    <w:p w:rsidR="00985861" w:rsidRDefault="00985861" w:rsidP="00F65981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9.Самый алый, сахарный кафтан зелёный, бархатный.</w:t>
      </w:r>
    </w:p>
    <w:p w:rsidR="00985861" w:rsidRDefault="00985861" w:rsidP="00F65981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10.Что Пётр 1-й завёз в Россию?</w:t>
      </w:r>
    </w:p>
    <w:p w:rsidR="00985861" w:rsidRDefault="00985861" w:rsidP="00F65981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11.Из чего можно сшить одежду?</w:t>
      </w:r>
    </w:p>
    <w:p w:rsidR="00985861" w:rsidRPr="00F65981" w:rsidRDefault="00985861" w:rsidP="00F65981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12.Из чего можно сделать плов?</w:t>
      </w:r>
    </w:p>
    <w:p w:rsidR="00985861" w:rsidRPr="00582F78" w:rsidRDefault="00985861" w:rsidP="00582F78"/>
    <w:p w:rsidR="00985861" w:rsidRPr="00582F78" w:rsidRDefault="00985861" w:rsidP="00582F78"/>
    <w:p w:rsidR="00985861" w:rsidRPr="00582F78" w:rsidRDefault="00985861" w:rsidP="00582F78"/>
    <w:p w:rsidR="00985861" w:rsidRPr="00582F78" w:rsidRDefault="00985861" w:rsidP="00582F78"/>
    <w:p w:rsidR="00985861" w:rsidRPr="00E04F57" w:rsidRDefault="00985861" w:rsidP="00582F78">
      <w:pPr>
        <w:tabs>
          <w:tab w:val="left" w:pos="3225"/>
        </w:tabs>
        <w:rPr>
          <w:lang w:val="en-US"/>
        </w:rPr>
      </w:pPr>
      <w:r w:rsidRPr="00430A73">
        <w:rPr>
          <w:lang w:val="en-US"/>
        </w:rPr>
        <w:pict>
          <v:shape id="_x0000_i1026" type="#_x0000_t75" style="width:351pt;height:349.5pt">
            <v:imagedata r:id="rId6" o:title=""/>
          </v:shape>
        </w:pict>
      </w:r>
    </w:p>
    <w:p w:rsidR="00985861" w:rsidRPr="00CE6F41" w:rsidRDefault="00985861" w:rsidP="00582F78">
      <w:pPr>
        <w:rPr>
          <w:rFonts w:ascii="Times New Roman" w:hAnsi="Times New Roman"/>
        </w:rPr>
      </w:pPr>
      <w:r w:rsidRPr="00CE6F41">
        <w:rPr>
          <w:rFonts w:ascii="Times New Roman" w:hAnsi="Times New Roman"/>
        </w:rPr>
        <w:t>Участник: Латкина В. А.</w:t>
      </w:r>
    </w:p>
    <w:p w:rsidR="00985861" w:rsidRPr="00CE6F41" w:rsidRDefault="00985861" w:rsidP="00582F78">
      <w:pPr>
        <w:rPr>
          <w:rFonts w:ascii="Times New Roman" w:hAnsi="Times New Roman"/>
        </w:rPr>
      </w:pPr>
      <w:r w:rsidRPr="00CE6F41">
        <w:rPr>
          <w:rFonts w:ascii="Times New Roman" w:hAnsi="Times New Roman"/>
        </w:rPr>
        <w:t>Ширинская СОШ № 4, 5 класс</w:t>
      </w:r>
    </w:p>
    <w:p w:rsidR="00985861" w:rsidRPr="00CE6F41" w:rsidRDefault="00985861" w:rsidP="00582F78">
      <w:pPr>
        <w:rPr>
          <w:rFonts w:ascii="Times New Roman" w:hAnsi="Times New Roman"/>
        </w:rPr>
      </w:pPr>
      <w:r w:rsidRPr="00CE6F41">
        <w:rPr>
          <w:rFonts w:ascii="Times New Roman" w:hAnsi="Times New Roman"/>
        </w:rPr>
        <w:t>Учитель технологии: Карлова Ирина  Александровна.</w:t>
      </w:r>
    </w:p>
    <w:p w:rsidR="00985861" w:rsidRPr="00CE6F41" w:rsidRDefault="00985861" w:rsidP="00582F78">
      <w:pPr>
        <w:rPr>
          <w:rFonts w:ascii="Times New Roman" w:hAnsi="Times New Roman"/>
        </w:rPr>
      </w:pPr>
      <w:r w:rsidRPr="00CE6F41">
        <w:rPr>
          <w:rFonts w:ascii="Times New Roman" w:hAnsi="Times New Roman"/>
        </w:rPr>
        <w:t>Команда «Дружные ребята»</w:t>
      </w:r>
    </w:p>
    <w:p w:rsidR="00985861" w:rsidRPr="00582F78" w:rsidRDefault="00985861" w:rsidP="00582F78">
      <w:pPr>
        <w:rPr>
          <w:lang w:val="en-US"/>
        </w:rPr>
      </w:pPr>
    </w:p>
    <w:p w:rsidR="00985861" w:rsidRPr="00582F78" w:rsidRDefault="00985861" w:rsidP="00C74EA9">
      <w:pPr>
        <w:rPr>
          <w:lang w:val="en-US"/>
        </w:rPr>
      </w:pPr>
      <w:r>
        <w:rPr>
          <w:noProof/>
          <w:lang w:eastAsia="ru-RU"/>
        </w:rPr>
        <w:pict>
          <v:shape id="Рисунок 3" o:spid="_x0000_i1027" type="#_x0000_t75" style="width:196.5pt;height:147.75pt;visibility:visible">
            <v:imagedata r:id="rId7" o:title=""/>
          </v:shape>
        </w:pict>
      </w:r>
    </w:p>
    <w:sectPr w:rsidR="00985861" w:rsidRPr="00582F78" w:rsidSect="00086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B6798"/>
    <w:multiLevelType w:val="hybridMultilevel"/>
    <w:tmpl w:val="FA7E52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2F78"/>
    <w:rsid w:val="00086A08"/>
    <w:rsid w:val="000A604F"/>
    <w:rsid w:val="001A597B"/>
    <w:rsid w:val="001C4127"/>
    <w:rsid w:val="001F6F31"/>
    <w:rsid w:val="0039644B"/>
    <w:rsid w:val="00430A73"/>
    <w:rsid w:val="00582F78"/>
    <w:rsid w:val="005A3442"/>
    <w:rsid w:val="006672B3"/>
    <w:rsid w:val="00706910"/>
    <w:rsid w:val="009138E9"/>
    <w:rsid w:val="00985861"/>
    <w:rsid w:val="00A5212B"/>
    <w:rsid w:val="00B12804"/>
    <w:rsid w:val="00BB0507"/>
    <w:rsid w:val="00C74EA9"/>
    <w:rsid w:val="00CE6F41"/>
    <w:rsid w:val="00E04F57"/>
    <w:rsid w:val="00F65981"/>
    <w:rsid w:val="00FC3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A0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82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2F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65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103</Words>
  <Characters>590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11</cp:revision>
  <dcterms:created xsi:type="dcterms:W3CDTF">2011-10-30T11:48:00Z</dcterms:created>
  <dcterms:modified xsi:type="dcterms:W3CDTF">2011-11-06T18:53:00Z</dcterms:modified>
</cp:coreProperties>
</file>