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98" w:rsidRDefault="001A3598">
      <w:r w:rsidRPr="00721E5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8.25pt;height:344.25pt;visibility:visible">
            <v:imagedata r:id="rId7" o:title=""/>
          </v:shape>
        </w:pict>
      </w:r>
    </w:p>
    <w:p w:rsidR="001A3598" w:rsidRDefault="001A3598" w:rsidP="005670B5">
      <w:r w:rsidRPr="00721E5D">
        <w:rPr>
          <w:noProof/>
          <w:lang w:eastAsia="ru-RU"/>
        </w:rPr>
        <w:pict>
          <v:shape id="Рисунок 2" o:spid="_x0000_i1026" type="#_x0000_t75" style="width:467.25pt;height:351pt;visibility:visible">
            <v:imagedata r:id="rId8" o:title=""/>
          </v:shape>
        </w:pict>
      </w:r>
    </w:p>
    <w:p w:rsidR="001A3598" w:rsidRPr="0003778A" w:rsidRDefault="001A3598" w:rsidP="00250E63">
      <w:pPr>
        <w:rPr>
          <w:rFonts w:ascii="Times New Roman" w:hAnsi="Times New Roman"/>
        </w:rPr>
      </w:pPr>
      <w:r w:rsidRPr="0003778A">
        <w:rPr>
          <w:rFonts w:ascii="Times New Roman" w:hAnsi="Times New Roman"/>
        </w:rPr>
        <w:t>Участник: Балыхина Н. И.</w:t>
      </w:r>
    </w:p>
    <w:p w:rsidR="001A3598" w:rsidRPr="0003778A" w:rsidRDefault="001A3598" w:rsidP="00250E63">
      <w:pPr>
        <w:rPr>
          <w:rFonts w:ascii="Times New Roman" w:hAnsi="Times New Roman"/>
        </w:rPr>
      </w:pPr>
      <w:r w:rsidRPr="0003778A">
        <w:rPr>
          <w:rFonts w:ascii="Times New Roman" w:hAnsi="Times New Roman"/>
        </w:rPr>
        <w:t>Ширинская СОШ № 4, 5 класс</w:t>
      </w:r>
    </w:p>
    <w:p w:rsidR="001A3598" w:rsidRPr="0003778A" w:rsidRDefault="001A3598" w:rsidP="00250E63">
      <w:pPr>
        <w:rPr>
          <w:rFonts w:ascii="Times New Roman" w:hAnsi="Times New Roman"/>
        </w:rPr>
      </w:pPr>
      <w:r w:rsidRPr="0003778A">
        <w:rPr>
          <w:rFonts w:ascii="Times New Roman" w:hAnsi="Times New Roman"/>
        </w:rPr>
        <w:t>Учитель технологии: Карлова Ирина  Александровна.</w:t>
      </w:r>
    </w:p>
    <w:p w:rsidR="001A3598" w:rsidRPr="0003778A" w:rsidRDefault="001A3598" w:rsidP="00250E63">
      <w:pPr>
        <w:rPr>
          <w:rFonts w:ascii="Times New Roman" w:hAnsi="Times New Roman"/>
        </w:rPr>
      </w:pPr>
      <w:r w:rsidRPr="0003778A">
        <w:rPr>
          <w:rFonts w:ascii="Times New Roman" w:hAnsi="Times New Roman"/>
        </w:rPr>
        <w:t>Команда «Дружные ребята»</w:t>
      </w:r>
    </w:p>
    <w:p w:rsidR="001A3598" w:rsidRPr="00250E63" w:rsidRDefault="001A3598" w:rsidP="00250E63">
      <w:pPr>
        <w:ind w:firstLine="708"/>
      </w:pPr>
      <w:r w:rsidRPr="00721E5D">
        <w:rPr>
          <w:noProof/>
          <w:lang w:eastAsia="ru-RU"/>
        </w:rPr>
        <w:pict>
          <v:shape id="_x0000_i1027" type="#_x0000_t75" style="width:378.75pt;height:284.25pt;visibility:visible">
            <v:imagedata r:id="rId9" o:title=""/>
          </v:shape>
        </w:pict>
      </w:r>
    </w:p>
    <w:p w:rsidR="001A3598" w:rsidRPr="0003778A" w:rsidRDefault="001A3598" w:rsidP="005670B5">
      <w:pPr>
        <w:rPr>
          <w:rFonts w:ascii="Times New Roman" w:hAnsi="Times New Roman"/>
        </w:rPr>
      </w:pPr>
      <w:r>
        <w:rPr>
          <w:rFonts w:ascii="Times New Roman" w:hAnsi="Times New Roman"/>
        </w:rPr>
        <w:t>1.Как называется салат из кукурузы?</w:t>
      </w:r>
    </w:p>
    <w:p w:rsidR="001A3598" w:rsidRDefault="001A3598" w:rsidP="0003778A">
      <w:r>
        <w:t>2.Приготовление продукта на сковородках или в духовом шкафу?</w:t>
      </w:r>
    </w:p>
    <w:p w:rsidR="001A3598" w:rsidRDefault="001A3598" w:rsidP="0003778A">
      <w:r>
        <w:t>3. На чём готовят еду в кастрюлях или в сковородах?</w:t>
      </w:r>
    </w:p>
    <w:p w:rsidR="001A3598" w:rsidRDefault="001A3598" w:rsidP="0003778A">
      <w:r>
        <w:t>4. Что бывает тушёным?</w:t>
      </w:r>
    </w:p>
    <w:p w:rsidR="001A3598" w:rsidRDefault="001A3598" w:rsidP="0003778A">
      <w:r>
        <w:t>5. Из чего можно сделать кетчуп?</w:t>
      </w:r>
    </w:p>
    <w:p w:rsidR="001A3598" w:rsidRDefault="001A3598" w:rsidP="0003778A">
      <w:r>
        <w:t>6.Из чего можно сделать варенье?</w:t>
      </w:r>
    </w:p>
    <w:p w:rsidR="001A3598" w:rsidRDefault="001A3598" w:rsidP="0003778A">
      <w:r>
        <w:t>7.С бархатно-красной внутренностью?</w:t>
      </w:r>
    </w:p>
    <w:p w:rsidR="001A3598" w:rsidRDefault="001A3598" w:rsidP="0003778A">
      <w:r>
        <w:t>8.Как нарезать картофель, морковь, свёклу в щи или борщ?</w:t>
      </w:r>
    </w:p>
    <w:p w:rsidR="001A3598" w:rsidRDefault="001A3598" w:rsidP="0003778A">
      <w:r>
        <w:t>9.Как называется соление огурцов и т.д. с уксусом?</w:t>
      </w:r>
    </w:p>
    <w:p w:rsidR="001A3598" w:rsidRDefault="001A3598" w:rsidP="0003778A">
      <w:r>
        <w:t>10.Как называется нагревание продукта в воде, бульоне, молоке или на пару?</w:t>
      </w:r>
    </w:p>
    <w:p w:rsidR="001A3598" w:rsidRDefault="001A3598" w:rsidP="0003778A">
      <w:r>
        <w:t>11. Как называется напиток обладающий тонизирующим свойством, имеет приятный аромат и специфический вкус.</w:t>
      </w:r>
    </w:p>
    <w:p w:rsidR="001A3598" w:rsidRDefault="001A3598" w:rsidP="0003778A">
      <w:r>
        <w:t>12. Как называется суп?</w:t>
      </w:r>
    </w:p>
    <w:p w:rsidR="001A3598" w:rsidRDefault="001A3598" w:rsidP="0003778A">
      <w:r>
        <w:t>13) Что можно сделать из хлеба?</w:t>
      </w:r>
    </w:p>
    <w:p w:rsidR="001A3598" w:rsidRDefault="001A3598" w:rsidP="0003778A">
      <w:r>
        <w:t>14. Как называется растение на букву х?</w:t>
      </w:r>
    </w:p>
    <w:p w:rsidR="001A3598" w:rsidRDefault="001A3598" w:rsidP="0003778A">
      <w:r>
        <w:t>15.Без чего не сделаешь супа?</w:t>
      </w:r>
    </w:p>
    <w:p w:rsidR="001A3598" w:rsidRDefault="001A3598" w:rsidP="0003778A">
      <w:r>
        <w:t>16. Что можно связать спицами?</w:t>
      </w:r>
    </w:p>
    <w:p w:rsidR="001A3598" w:rsidRDefault="001A3598" w:rsidP="0003778A">
      <w:r>
        <w:t>17. Что можно снять с человека?</w:t>
      </w:r>
    </w:p>
    <w:p w:rsidR="001A3598" w:rsidRDefault="001A3598" w:rsidP="0003778A">
      <w:r>
        <w:t>18. Что делают из молока?</w:t>
      </w:r>
    </w:p>
    <w:p w:rsidR="001A3598" w:rsidRDefault="001A3598" w:rsidP="0003778A">
      <w:r>
        <w:t>19.Очень вкусное из куриного мяса?</w:t>
      </w:r>
    </w:p>
    <w:p w:rsidR="001A3598" w:rsidRDefault="001A3598" w:rsidP="0003778A">
      <w:r>
        <w:t>20.Что можно приготовить из теста?</w:t>
      </w:r>
    </w:p>
    <w:p w:rsidR="001A3598" w:rsidRDefault="001A3598" w:rsidP="0003778A">
      <w:r>
        <w:t>21. Что делают с пирогами?</w:t>
      </w:r>
    </w:p>
    <w:p w:rsidR="001A3598" w:rsidRDefault="001A3598" w:rsidP="0003778A">
      <w:r>
        <w:t>22.Что можно сшить из ткани?</w:t>
      </w:r>
    </w:p>
    <w:p w:rsidR="001A3598" w:rsidRDefault="001A3598" w:rsidP="0003778A">
      <w:r>
        <w:t>23. На чём режут?</w:t>
      </w:r>
    </w:p>
    <w:p w:rsidR="001A3598" w:rsidRDefault="001A3598" w:rsidP="0003778A">
      <w:r>
        <w:t>Ответы:</w:t>
      </w:r>
    </w:p>
    <w:p w:rsidR="001A3598" w:rsidRDefault="001A3598" w:rsidP="00701DBC">
      <w:pPr>
        <w:pStyle w:val="ListParagraph"/>
        <w:numPr>
          <w:ilvl w:val="0"/>
          <w:numId w:val="1"/>
        </w:numPr>
      </w:pPr>
      <w:r>
        <w:t>Кукурузный</w:t>
      </w:r>
    </w:p>
    <w:p w:rsidR="001A3598" w:rsidRDefault="001A3598" w:rsidP="00701DBC">
      <w:pPr>
        <w:ind w:left="360"/>
      </w:pPr>
      <w:r>
        <w:t>3.Плита</w:t>
      </w:r>
    </w:p>
    <w:p w:rsidR="001A3598" w:rsidRDefault="001A3598" w:rsidP="00701DBC">
      <w:pPr>
        <w:ind w:left="360"/>
      </w:pPr>
      <w:r>
        <w:t>4. Капуста</w:t>
      </w:r>
    </w:p>
    <w:p w:rsidR="001A3598" w:rsidRDefault="001A3598" w:rsidP="00701DBC">
      <w:pPr>
        <w:ind w:left="360"/>
      </w:pPr>
      <w:r>
        <w:t>6.Малина</w:t>
      </w:r>
    </w:p>
    <w:p w:rsidR="001A3598" w:rsidRDefault="001A3598" w:rsidP="00701DBC">
      <w:pPr>
        <w:ind w:left="360"/>
      </w:pPr>
      <w:r>
        <w:t>7.Арбуз</w:t>
      </w:r>
    </w:p>
    <w:p w:rsidR="001A3598" w:rsidRDefault="001A3598" w:rsidP="00701DBC">
      <w:pPr>
        <w:ind w:left="360"/>
      </w:pPr>
      <w:r>
        <w:t>9.Маринование</w:t>
      </w:r>
    </w:p>
    <w:p w:rsidR="001A3598" w:rsidRDefault="001A3598" w:rsidP="00701DBC">
      <w:pPr>
        <w:ind w:left="360"/>
      </w:pPr>
      <w:r>
        <w:t>11.Кофе</w:t>
      </w:r>
    </w:p>
    <w:p w:rsidR="001A3598" w:rsidRDefault="001A3598" w:rsidP="00701DBC">
      <w:pPr>
        <w:ind w:left="360"/>
      </w:pPr>
      <w:r>
        <w:t>13.Сухари</w:t>
      </w:r>
    </w:p>
    <w:p w:rsidR="001A3598" w:rsidRDefault="001A3598" w:rsidP="00701DBC">
      <w:pPr>
        <w:ind w:left="360"/>
      </w:pPr>
      <w:r>
        <w:t>15.Вода.</w:t>
      </w:r>
    </w:p>
    <w:p w:rsidR="001A3598" w:rsidRDefault="001A3598" w:rsidP="00701DBC">
      <w:pPr>
        <w:ind w:left="360"/>
      </w:pPr>
      <w:r>
        <w:t>16.Носки</w:t>
      </w:r>
    </w:p>
    <w:p w:rsidR="001A3598" w:rsidRDefault="001A3598" w:rsidP="00701DBC">
      <w:pPr>
        <w:ind w:left="360"/>
      </w:pPr>
      <w:r>
        <w:t>18Каша</w:t>
      </w:r>
    </w:p>
    <w:p w:rsidR="001A3598" w:rsidRDefault="001A3598" w:rsidP="00701DBC">
      <w:pPr>
        <w:ind w:left="360"/>
      </w:pPr>
      <w:r>
        <w:t>20. лепешки</w:t>
      </w:r>
    </w:p>
    <w:p w:rsidR="001A3598" w:rsidRDefault="001A3598" w:rsidP="00701DBC">
      <w:pPr>
        <w:ind w:left="360"/>
      </w:pPr>
      <w:r>
        <w:t>23.Костюм</w:t>
      </w:r>
    </w:p>
    <w:p w:rsidR="001A3598" w:rsidRDefault="001A3598" w:rsidP="00701DBC">
      <w:pPr>
        <w:ind w:left="360"/>
      </w:pPr>
      <w:r>
        <w:t>2.Запеканка</w:t>
      </w:r>
    </w:p>
    <w:p w:rsidR="001A3598" w:rsidRDefault="001A3598" w:rsidP="00701DBC">
      <w:pPr>
        <w:ind w:left="360"/>
      </w:pPr>
      <w:r>
        <w:t>5.томат</w:t>
      </w:r>
    </w:p>
    <w:p w:rsidR="001A3598" w:rsidRDefault="001A3598" w:rsidP="00701DBC">
      <w:pPr>
        <w:ind w:left="360"/>
      </w:pPr>
      <w:r>
        <w:t>8.ломтиками</w:t>
      </w:r>
    </w:p>
    <w:p w:rsidR="001A3598" w:rsidRDefault="001A3598" w:rsidP="00701DBC">
      <w:pPr>
        <w:ind w:left="360"/>
      </w:pPr>
      <w:r>
        <w:t>10.варка</w:t>
      </w:r>
    </w:p>
    <w:p w:rsidR="001A3598" w:rsidRDefault="001A3598" w:rsidP="00701DBC">
      <w:pPr>
        <w:ind w:left="360"/>
      </w:pPr>
      <w:r>
        <w:t>12.фасолевый</w:t>
      </w:r>
    </w:p>
    <w:p w:rsidR="001A3598" w:rsidRDefault="001A3598" w:rsidP="00701DBC">
      <w:pPr>
        <w:ind w:left="360"/>
      </w:pPr>
      <w:r>
        <w:t>14.хрен</w:t>
      </w:r>
    </w:p>
    <w:p w:rsidR="001A3598" w:rsidRDefault="001A3598" w:rsidP="00701DBC">
      <w:pPr>
        <w:ind w:left="360"/>
      </w:pPr>
      <w:r>
        <w:t>17.мерки</w:t>
      </w:r>
    </w:p>
    <w:p w:rsidR="001A3598" w:rsidRDefault="001A3598" w:rsidP="00701DBC">
      <w:pPr>
        <w:ind w:left="360"/>
      </w:pPr>
      <w:r>
        <w:t>19.шашлык</w:t>
      </w:r>
    </w:p>
    <w:p w:rsidR="001A3598" w:rsidRDefault="001A3598" w:rsidP="00701DBC">
      <w:pPr>
        <w:ind w:left="360"/>
      </w:pPr>
      <w:r>
        <w:t>21. печь</w:t>
      </w:r>
    </w:p>
    <w:p w:rsidR="001A3598" w:rsidRDefault="001A3598" w:rsidP="00701DBC">
      <w:pPr>
        <w:ind w:left="360"/>
      </w:pPr>
      <w:r>
        <w:t>22. стол</w:t>
      </w:r>
    </w:p>
    <w:p w:rsidR="001A3598" w:rsidRDefault="001A3598" w:rsidP="0003778A"/>
    <w:p w:rsidR="001A3598" w:rsidRPr="005670B5" w:rsidRDefault="001A3598" w:rsidP="0003778A"/>
    <w:sectPr w:rsidR="001A3598" w:rsidRPr="005670B5" w:rsidSect="00210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598" w:rsidRDefault="001A3598" w:rsidP="00701DBC">
      <w:pPr>
        <w:spacing w:after="0" w:line="240" w:lineRule="auto"/>
      </w:pPr>
      <w:r>
        <w:separator/>
      </w:r>
    </w:p>
  </w:endnote>
  <w:endnote w:type="continuationSeparator" w:id="0">
    <w:p w:rsidR="001A3598" w:rsidRDefault="001A3598" w:rsidP="0070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598" w:rsidRDefault="001A3598" w:rsidP="00701DBC">
      <w:pPr>
        <w:spacing w:after="0" w:line="240" w:lineRule="auto"/>
      </w:pPr>
      <w:r>
        <w:separator/>
      </w:r>
    </w:p>
  </w:footnote>
  <w:footnote w:type="continuationSeparator" w:id="0">
    <w:p w:rsidR="001A3598" w:rsidRDefault="001A3598" w:rsidP="00701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E6D29"/>
    <w:multiLevelType w:val="hybridMultilevel"/>
    <w:tmpl w:val="668EBF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0B5"/>
    <w:rsid w:val="0003778A"/>
    <w:rsid w:val="000E5875"/>
    <w:rsid w:val="0016243B"/>
    <w:rsid w:val="0019792E"/>
    <w:rsid w:val="001A3598"/>
    <w:rsid w:val="001A3713"/>
    <w:rsid w:val="00210FF3"/>
    <w:rsid w:val="00250E63"/>
    <w:rsid w:val="00374AE4"/>
    <w:rsid w:val="003871CD"/>
    <w:rsid w:val="004245A1"/>
    <w:rsid w:val="0048323D"/>
    <w:rsid w:val="005670B5"/>
    <w:rsid w:val="00701DBC"/>
    <w:rsid w:val="00721E5D"/>
    <w:rsid w:val="00811C90"/>
    <w:rsid w:val="008B50FA"/>
    <w:rsid w:val="009158AC"/>
    <w:rsid w:val="00934D7C"/>
    <w:rsid w:val="00C95225"/>
    <w:rsid w:val="00D33787"/>
    <w:rsid w:val="00EA2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F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6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70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01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701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1DB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01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01DB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83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4</Pages>
  <Words>192</Words>
  <Characters>1098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15</cp:revision>
  <dcterms:created xsi:type="dcterms:W3CDTF">2011-10-30T11:41:00Z</dcterms:created>
  <dcterms:modified xsi:type="dcterms:W3CDTF">2011-11-06T18:33:00Z</dcterms:modified>
</cp:coreProperties>
</file>